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2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9742"/>
      </w:tblGrid>
      <w:tr w:rsidR="009478C4" w:rsidRPr="0022579C" w14:paraId="2E098AF1" w14:textId="77777777" w:rsidTr="0073418A">
        <w:tc>
          <w:tcPr>
            <w:tcW w:w="518" w:type="dxa"/>
            <w:tcMar>
              <w:right w:w="115" w:type="dxa"/>
            </w:tcMar>
          </w:tcPr>
          <w:p w14:paraId="26377469" w14:textId="77777777" w:rsidR="009478C4" w:rsidRPr="0022579C" w:rsidRDefault="009478C4"/>
        </w:tc>
        <w:tc>
          <w:tcPr>
            <w:tcW w:w="9742" w:type="dxa"/>
            <w:tcMar>
              <w:left w:w="0" w:type="dxa"/>
              <w:right w:w="115" w:type="dxa"/>
            </w:tcMar>
          </w:tcPr>
          <w:p w14:paraId="3879A707" w14:textId="50196763" w:rsidR="00160292" w:rsidRPr="00133E46" w:rsidRDefault="00F0793E" w:rsidP="00160292">
            <w:pPr>
              <w:pStyle w:val="Month"/>
              <w:rPr>
                <w:color w:val="4BACC6" w:themeColor="accent5"/>
              </w:rPr>
            </w:pPr>
            <w:r>
              <w:t xml:space="preserve">OCTOBER </w:t>
            </w:r>
            <w:r w:rsidRPr="00D87D3D">
              <w:rPr>
                <w:color w:val="4BACC6" w:themeColor="accent5"/>
              </w:rPr>
              <w:t>2014</w:t>
            </w:r>
            <w:r w:rsidR="0073418A" w:rsidRPr="00D87D3D">
              <w:rPr>
                <w:color w:val="4BACC6" w:themeColor="accent5"/>
              </w:rPr>
              <w:t xml:space="preserve"> </w:t>
            </w:r>
          </w:p>
        </w:tc>
      </w:tr>
    </w:tbl>
    <w:p w14:paraId="3F23F965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9478C4" w:rsidRPr="0022579C" w14:paraId="65FBD0A4" w14:textId="77777777" w:rsidTr="0022579C">
        <w:trPr>
          <w:cantSplit/>
          <w:trHeight w:hRule="exact" w:val="504"/>
        </w:trPr>
        <w:tc>
          <w:tcPr>
            <w:tcW w:w="504" w:type="dxa"/>
            <w:tcMar>
              <w:left w:w="0" w:type="dxa"/>
              <w:right w:w="115" w:type="dxa"/>
            </w:tcMar>
            <w:textDirection w:val="btLr"/>
            <w:vAlign w:val="bottom"/>
          </w:tcPr>
          <w:p w14:paraId="62237A38" w14:textId="77777777" w:rsidR="009478C4" w:rsidRPr="0022579C" w:rsidRDefault="009478C4"/>
        </w:tc>
        <w:tc>
          <w:tcPr>
            <w:tcW w:w="1613" w:type="dxa"/>
            <w:vAlign w:val="center"/>
          </w:tcPr>
          <w:p w14:paraId="0614B115" w14:textId="77777777" w:rsidR="009478C4" w:rsidRPr="0022579C" w:rsidRDefault="009478C4">
            <w:pPr>
              <w:pStyle w:val="Days"/>
            </w:pPr>
            <w:r w:rsidRPr="0022579C">
              <w:t>MONDAY</w:t>
            </w:r>
          </w:p>
        </w:tc>
        <w:tc>
          <w:tcPr>
            <w:tcW w:w="1613" w:type="dxa"/>
            <w:vAlign w:val="center"/>
          </w:tcPr>
          <w:p w14:paraId="62DA13F8" w14:textId="77777777" w:rsidR="009478C4" w:rsidRPr="0022579C" w:rsidRDefault="009478C4">
            <w:pPr>
              <w:pStyle w:val="Days"/>
            </w:pPr>
            <w:r w:rsidRPr="0022579C">
              <w:t>TUESDAY</w:t>
            </w:r>
          </w:p>
        </w:tc>
        <w:tc>
          <w:tcPr>
            <w:tcW w:w="1613" w:type="dxa"/>
            <w:vAlign w:val="center"/>
          </w:tcPr>
          <w:p w14:paraId="633D0AC7" w14:textId="77777777" w:rsidR="009478C4" w:rsidRPr="0022579C" w:rsidRDefault="009478C4">
            <w:pPr>
              <w:pStyle w:val="Days"/>
            </w:pPr>
            <w:r w:rsidRPr="0022579C">
              <w:t>WEDNESDAY</w:t>
            </w:r>
          </w:p>
        </w:tc>
        <w:tc>
          <w:tcPr>
            <w:tcW w:w="1613" w:type="dxa"/>
            <w:vAlign w:val="center"/>
          </w:tcPr>
          <w:p w14:paraId="37D34D89" w14:textId="77777777" w:rsidR="009478C4" w:rsidRPr="0022579C" w:rsidRDefault="009478C4">
            <w:pPr>
              <w:pStyle w:val="Days"/>
            </w:pPr>
            <w:r w:rsidRPr="0022579C">
              <w:t>THURSDAY</w:t>
            </w:r>
          </w:p>
        </w:tc>
        <w:tc>
          <w:tcPr>
            <w:tcW w:w="1613" w:type="dxa"/>
            <w:vAlign w:val="center"/>
          </w:tcPr>
          <w:p w14:paraId="4052410F" w14:textId="77777777" w:rsidR="009478C4" w:rsidRPr="0022579C" w:rsidRDefault="009478C4">
            <w:pPr>
              <w:pStyle w:val="Days"/>
            </w:pPr>
            <w:r w:rsidRPr="0022579C">
              <w:t>FRIDAY</w:t>
            </w:r>
          </w:p>
        </w:tc>
        <w:tc>
          <w:tcPr>
            <w:tcW w:w="1613" w:type="dxa"/>
            <w:vAlign w:val="center"/>
          </w:tcPr>
          <w:p w14:paraId="2E96B072" w14:textId="77777777" w:rsidR="009478C4" w:rsidRPr="0022579C" w:rsidRDefault="009478C4">
            <w:pPr>
              <w:pStyle w:val="Days"/>
            </w:pPr>
            <w:r w:rsidRPr="0022579C">
              <w:t>SAT/SUN</w:t>
            </w:r>
          </w:p>
        </w:tc>
      </w:tr>
    </w:tbl>
    <w:p w14:paraId="08800B82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7"/>
        <w:gridCol w:w="174"/>
        <w:gridCol w:w="1448"/>
        <w:gridCol w:w="174"/>
        <w:gridCol w:w="1449"/>
        <w:gridCol w:w="174"/>
        <w:gridCol w:w="1449"/>
        <w:gridCol w:w="174"/>
        <w:gridCol w:w="1449"/>
        <w:gridCol w:w="174"/>
        <w:gridCol w:w="1449"/>
        <w:gridCol w:w="174"/>
        <w:gridCol w:w="1449"/>
      </w:tblGrid>
      <w:tr w:rsidR="009478C4" w:rsidRPr="0022579C" w14:paraId="2C283152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3462B3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left w:val="single" w:sz="8" w:space="0" w:color="7F7F7F"/>
            </w:tcBorders>
            <w:textDirection w:val="btLr"/>
            <w:vAlign w:val="center"/>
          </w:tcPr>
          <w:p w14:paraId="25F5485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right w:val="single" w:sz="6" w:space="0" w:color="66BDD8"/>
            </w:tcBorders>
          </w:tcPr>
          <w:p w14:paraId="4DE4ACCF" w14:textId="77777777" w:rsidR="009478C4" w:rsidRPr="0022579C" w:rsidRDefault="00E0560C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DocVariable MonthStart \@ dddd </w:instrText>
            </w:r>
            <w:r w:rsidR="0073418A">
              <w:fldChar w:fldCharType="separate"/>
            </w:r>
            <w:r w:rsidR="009478C4" w:rsidRPr="0022579C">
              <w:instrText>Thursday</w:instrText>
            </w:r>
            <w:r w:rsidR="0073418A">
              <w:fldChar w:fldCharType="end"/>
            </w:r>
            <w:r w:rsidR="009478C4" w:rsidRPr="0022579C">
              <w:instrText xml:space="preserve"> = "Monday" 1 ""</w:instrText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58C6696C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4EC74779" w14:textId="77777777" w:rsidR="009478C4" w:rsidRPr="0022579C" w:rsidRDefault="00E0560C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DocVariable MonthStart \@ dddd </w:instrText>
            </w:r>
            <w:r w:rsidR="0073418A">
              <w:fldChar w:fldCharType="separate"/>
            </w:r>
            <w:r w:rsidR="009478C4" w:rsidRPr="0022579C">
              <w:instrText>Thursday</w:instrText>
            </w:r>
            <w:r w:rsidR="0073418A">
              <w:fldChar w:fldCharType="end"/>
            </w:r>
            <w:r w:rsidR="009478C4" w:rsidRPr="0022579C">
              <w:instrText xml:space="preserve"> = "Tuesday" 1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=C1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73418A">
              <w:fldChar w:fldCharType="begin"/>
            </w:r>
            <w:r w:rsidR="0073418A">
              <w:instrText xml:space="preserve"> =C1+1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4E0DD4BB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03A6F9BB" w14:textId="77777777" w:rsidR="009478C4" w:rsidRPr="0022579C" w:rsidRDefault="00F0793E">
            <w:pPr>
              <w:pStyle w:val="Date"/>
            </w:pPr>
            <w:r>
              <w:t>1</w:t>
            </w:r>
            <w:r w:rsidR="00E0560C"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DocVariable MonthStart \@ dddd </w:instrText>
            </w:r>
            <w:r w:rsidR="0073418A">
              <w:fldChar w:fldCharType="separate"/>
            </w:r>
            <w:r w:rsidR="009478C4" w:rsidRPr="0022579C">
              <w:instrText>Thursday</w:instrText>
            </w:r>
            <w:r w:rsidR="0073418A">
              <w:fldChar w:fldCharType="end"/>
            </w:r>
            <w:r w:rsidR="009478C4" w:rsidRPr="0022579C">
              <w:instrText xml:space="preserve"> = "Wednesday" 1 </w:instrText>
            </w:r>
            <w:r w:rsidR="00E0560C"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=E1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73418A">
              <w:fldChar w:fldCharType="begin"/>
            </w:r>
            <w:r w:rsidR="0073418A">
              <w:instrText xml:space="preserve"> =E1+1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3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="00E0560C" w:rsidRPr="0022579C">
              <w:fldChar w:fldCharType="end"/>
            </w:r>
            <w:r w:rsidR="00E0560C"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37C72EB6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6F57C34C" w14:textId="77777777" w:rsidR="009478C4" w:rsidRPr="0022579C" w:rsidRDefault="00F0793E">
            <w:pPr>
              <w:pStyle w:val="Date"/>
            </w:pPr>
            <w:r>
              <w:t>2</w:t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14EC29E1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6" w:space="0" w:color="66BDD8"/>
            </w:tcBorders>
          </w:tcPr>
          <w:p w14:paraId="430F6C89" w14:textId="77777777" w:rsidR="009478C4" w:rsidRPr="0022579C" w:rsidRDefault="00F0793E">
            <w:pPr>
              <w:pStyle w:val="Date"/>
            </w:pPr>
            <w:r>
              <w:t>3</w:t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41C3AEC4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right w:val="single" w:sz="8" w:space="0" w:color="7F7F7F"/>
            </w:tcBorders>
          </w:tcPr>
          <w:p w14:paraId="0B147DBB" w14:textId="77777777" w:rsidR="009478C4" w:rsidRPr="0022579C" w:rsidRDefault="00F0793E" w:rsidP="00F0793E">
            <w:pPr>
              <w:pStyle w:val="Date"/>
            </w:pPr>
            <w:r>
              <w:t>4</w:t>
            </w:r>
            <w:r w:rsidR="00E0560C"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DOCVARIABLE  MonthStart \@ dddd</w:instrText>
            </w:r>
            <w:r w:rsidR="0073418A">
              <w:fldChar w:fldCharType="separate"/>
            </w:r>
            <w:r w:rsidR="009478C4" w:rsidRPr="0022579C">
              <w:instrText>Thursday</w:instrText>
            </w:r>
            <w:r w:rsidR="0073418A">
              <w:fldChar w:fldCharType="end"/>
            </w:r>
            <w:r w:rsidR="009478C4" w:rsidRPr="0022579C">
              <w:instrText xml:space="preserve"> = Sunday "" "/"</w:instrText>
            </w:r>
            <w:r w:rsidR="00E0560C" w:rsidRPr="0022579C">
              <w:fldChar w:fldCharType="separate"/>
            </w:r>
            <w:r w:rsidR="009478C4" w:rsidRPr="0022579C">
              <w:rPr>
                <w:noProof/>
              </w:rPr>
              <w:t>/</w:t>
            </w:r>
            <w:r w:rsidR="00E0560C" w:rsidRPr="0022579C">
              <w:fldChar w:fldCharType="end"/>
            </w:r>
            <w:r>
              <w:t>5</w:t>
            </w:r>
          </w:p>
        </w:tc>
      </w:tr>
      <w:tr w:rsidR="009478C4" w:rsidRPr="0022579C" w14:paraId="573C5BED" w14:textId="77777777" w:rsidTr="006935A4">
        <w:trPr>
          <w:cantSplit/>
          <w:trHeight w:val="1188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CF8EE15" w14:textId="77777777" w:rsidR="009478C4" w:rsidRPr="0022579C" w:rsidRDefault="009478C4" w:rsidP="0022579C">
            <w:pPr>
              <w:pStyle w:val="Line"/>
            </w:pPr>
            <w:r w:rsidRPr="0022579C">
              <w:t>1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14D2668F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66B54800" w14:textId="77777777" w:rsidR="009478C4" w:rsidRDefault="009478C4" w:rsidP="00960B8E">
            <w:pPr>
              <w:pStyle w:val="CalendarText"/>
              <w:rPr>
                <w:b/>
              </w:rPr>
            </w:pPr>
          </w:p>
          <w:p w14:paraId="53980FDA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BA4EE99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162133C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A88D2B8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E08A23B" w14:textId="77777777" w:rsidR="009478C4" w:rsidRPr="00605F08" w:rsidRDefault="002671F7" w:rsidP="003709FE">
            <w:pPr>
              <w:pStyle w:val="CalendarText"/>
              <w:rPr>
                <w:b/>
                <w:color w:val="0F243E" w:themeColor="text2" w:themeShade="80"/>
              </w:rPr>
            </w:pPr>
            <w:r w:rsidRPr="00605F08">
              <w:rPr>
                <w:b/>
                <w:color w:val="0F243E" w:themeColor="text2" w:themeShade="80"/>
              </w:rPr>
              <w:t>BACK-To-SCHOOL</w:t>
            </w:r>
          </w:p>
          <w:p w14:paraId="59EE4422" w14:textId="712B297F" w:rsidR="002671F7" w:rsidRPr="00605F08" w:rsidRDefault="002671F7" w:rsidP="003709FE">
            <w:pPr>
              <w:pStyle w:val="CalendarText"/>
              <w:rPr>
                <w:b/>
                <w:color w:val="0F243E" w:themeColor="text2" w:themeShade="80"/>
              </w:rPr>
            </w:pPr>
            <w:r w:rsidRPr="00605F08">
              <w:rPr>
                <w:b/>
                <w:color w:val="0F243E" w:themeColor="text2" w:themeShade="80"/>
              </w:rPr>
              <w:t>NIGHT</w:t>
            </w:r>
            <w:r w:rsidR="00A23545" w:rsidRPr="00605F08">
              <w:rPr>
                <w:b/>
                <w:color w:val="0F243E" w:themeColor="text2" w:themeShade="80"/>
              </w:rPr>
              <w:t xml:space="preserve">  6:00</w:t>
            </w:r>
          </w:p>
          <w:p w14:paraId="1C446C8E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805432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4CECFDAA" w14:textId="64807EF5" w:rsidR="009478C4" w:rsidRPr="00946AE0" w:rsidRDefault="00133E46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3ACC30D5" w14:textId="3093738B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A07F0D" w:rsidRPr="00946AE0">
              <w:rPr>
                <w:b/>
                <w:color w:val="17365D" w:themeColor="text2" w:themeShade="BF"/>
              </w:rPr>
              <w:t xml:space="preserve">  </w:t>
            </w:r>
            <w:r w:rsidR="00133E46" w:rsidRPr="00946AE0">
              <w:rPr>
                <w:b/>
                <w:color w:val="17365D" w:themeColor="text2" w:themeShade="BF"/>
              </w:rPr>
              <w:t xml:space="preserve"> </w:t>
            </w:r>
            <w:r w:rsidR="00A07F0D" w:rsidRPr="00946AE0">
              <w:rPr>
                <w:b/>
                <w:color w:val="17365D" w:themeColor="text2" w:themeShade="BF"/>
              </w:rPr>
              <w:t>6:30</w:t>
            </w:r>
          </w:p>
          <w:p w14:paraId="467A3F8F" w14:textId="77777777" w:rsidR="0073418A" w:rsidRPr="00946AE0" w:rsidRDefault="0073418A">
            <w:pPr>
              <w:pStyle w:val="CalendarText"/>
              <w:rPr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Palm Springs</w:t>
            </w:r>
          </w:p>
          <w:p w14:paraId="12344FD9" w14:textId="77777777" w:rsidR="0073418A" w:rsidRDefault="0073418A">
            <w:pPr>
              <w:pStyle w:val="CalendarText"/>
            </w:pPr>
          </w:p>
          <w:p w14:paraId="435E4062" w14:textId="77777777" w:rsidR="00A07F0D" w:rsidRPr="006935A4" w:rsidRDefault="006935A4">
            <w:pPr>
              <w:pStyle w:val="CalendarText"/>
              <w:rPr>
                <w:color w:val="00B0F0"/>
              </w:rPr>
            </w:pPr>
            <w:r w:rsidRPr="006935A4">
              <w:rPr>
                <w:color w:val="00B0F0"/>
              </w:rPr>
              <w:t>Rylee &amp; Samantha’s</w:t>
            </w:r>
          </w:p>
          <w:p w14:paraId="5AE5252B" w14:textId="183ED220" w:rsidR="006935A4" w:rsidRPr="0022579C" w:rsidRDefault="006935A4">
            <w:pPr>
              <w:pStyle w:val="CalendarText"/>
            </w:pPr>
            <w:r w:rsidRPr="006935A4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3CFC2C2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081AAB7B" w14:textId="77777777" w:rsidR="00133E46" w:rsidRPr="00605F08" w:rsidRDefault="00133E46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>Frosh Football</w:t>
            </w:r>
          </w:p>
          <w:p w14:paraId="24FB9C8F" w14:textId="1B80E723" w:rsidR="00A07F0D" w:rsidRPr="00605F08" w:rsidRDefault="00133E46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 xml:space="preserve">At LQHS </w:t>
            </w:r>
            <w:r w:rsidR="00A07F0D" w:rsidRPr="00605F08">
              <w:rPr>
                <w:color w:val="C00000"/>
              </w:rPr>
              <w:t xml:space="preserve">  3:30</w:t>
            </w:r>
          </w:p>
          <w:p w14:paraId="15EB50B2" w14:textId="77777777" w:rsidR="00A07F0D" w:rsidRDefault="00A07F0D">
            <w:pPr>
              <w:pStyle w:val="CalendarText"/>
            </w:pPr>
          </w:p>
          <w:p w14:paraId="746F41AC" w14:textId="09A7316C" w:rsidR="009478C4" w:rsidRPr="00946AE0" w:rsidRDefault="00946AE0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Football</w:t>
            </w:r>
          </w:p>
          <w:p w14:paraId="6B376256" w14:textId="5AC725A2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A07F0D" w:rsidRPr="00946AE0">
              <w:rPr>
                <w:b/>
                <w:color w:val="17365D" w:themeColor="text2" w:themeShade="BF"/>
              </w:rPr>
              <w:t xml:space="preserve">  7:00</w:t>
            </w:r>
          </w:p>
          <w:p w14:paraId="511F5426" w14:textId="150AEDF6" w:rsidR="0073418A" w:rsidRPr="006935A4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Indio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9EC16D6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3134F233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61581760" w14:textId="77777777" w:rsidTr="00DD093C">
        <w:trPr>
          <w:cantSplit/>
          <w:trHeight w:hRule="exact" w:val="59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19F854A" w14:textId="11D8C9BE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1FC93AD5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05E2B3C8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517AE2F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882398F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6E6FFCA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6EF9DE2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188B51B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49883A9" w14:textId="27C58EA8" w:rsidR="009478C4" w:rsidRPr="0022579C" w:rsidRDefault="002C2736">
            <w:r>
              <w:t>Varsity Goodie Bags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9FF9C5F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9CA0D7E" w14:textId="77777777" w:rsidR="00DD093C" w:rsidRPr="00DD093C" w:rsidRDefault="00DD093C" w:rsidP="00A23545">
            <w:pPr>
              <w:pStyle w:val="CalendarText"/>
            </w:pPr>
            <w:r w:rsidRPr="00DD093C">
              <w:t>Wear Uniform to school</w:t>
            </w:r>
          </w:p>
          <w:p w14:paraId="1E1EC846" w14:textId="5E3D1E8E" w:rsidR="009478C4" w:rsidRPr="0022579C" w:rsidRDefault="00A07F0D" w:rsidP="00A23545">
            <w:pPr>
              <w:pStyle w:val="CalendarText"/>
            </w:pPr>
            <w:r w:rsidRPr="00A07F0D">
              <w:rPr>
                <w:b/>
              </w:rPr>
              <w:t>**</w:t>
            </w:r>
            <w:r w:rsidR="00A23545">
              <w:rPr>
                <w:b/>
              </w:rPr>
              <w:t>Senior Night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DF5DE27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7C5844E6" w14:textId="77777777" w:rsidR="009478C4" w:rsidRPr="0022579C" w:rsidRDefault="009478C4"/>
        </w:tc>
      </w:tr>
      <w:tr w:rsidR="009478C4" w:rsidRPr="0022579C" w14:paraId="12FEEDFA" w14:textId="77777777" w:rsidTr="00DD093C">
        <w:trPr>
          <w:cantSplit/>
          <w:trHeight w:hRule="exact" w:val="279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B85A667" w14:textId="077487CC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214D7FCE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352CD92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149291EB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55F4B06C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7210716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919A764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8377D59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73D086E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1D39E37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E695F4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B77E7B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02019D5F" w14:textId="77777777" w:rsidR="009478C4" w:rsidRPr="0022579C" w:rsidRDefault="009478C4"/>
        </w:tc>
      </w:tr>
      <w:tr w:rsidR="009478C4" w:rsidRPr="0022579C" w14:paraId="765CA16A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58FC4698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612D1D9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1AD52B0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EE0B17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D04063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E6FD8AD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3D85D7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E87229C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114775DE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D818C27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6DEAB172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FA6573A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B6D2CCE" w14:textId="77777777" w:rsidR="009478C4" w:rsidRPr="0022579C" w:rsidRDefault="009478C4"/>
        </w:tc>
      </w:tr>
      <w:tr w:rsidR="009478C4" w:rsidRPr="0022579C" w14:paraId="2927D14D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AA963C1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2F64D3E2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4A2146BD" w14:textId="77777777" w:rsidR="009478C4" w:rsidRPr="0022579C" w:rsidRDefault="00F0793E">
            <w:pPr>
              <w:pStyle w:val="Date"/>
            </w:pPr>
            <w:r>
              <w:t>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9A39EFE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5176A6A" w14:textId="77777777" w:rsidR="009478C4" w:rsidRPr="0022579C" w:rsidRDefault="00F0793E">
            <w:pPr>
              <w:pStyle w:val="Date"/>
            </w:pPr>
            <w:r>
              <w:t>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E5A2CF7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47BCC02" w14:textId="77777777" w:rsidR="009478C4" w:rsidRPr="0022579C" w:rsidRDefault="00F0793E">
            <w:pPr>
              <w:pStyle w:val="Date"/>
            </w:pPr>
            <w:r>
              <w:t>8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C4E3F1F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0D84C4D" w14:textId="77777777" w:rsidR="009478C4" w:rsidRPr="0022579C" w:rsidRDefault="00F0793E">
            <w:pPr>
              <w:pStyle w:val="Date"/>
            </w:pPr>
            <w:r>
              <w:t>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4F3D6C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982671B" w14:textId="77777777" w:rsidR="009478C4" w:rsidRPr="0022579C" w:rsidRDefault="00F0793E">
            <w:pPr>
              <w:pStyle w:val="Date"/>
            </w:pPr>
            <w:r>
              <w:t>10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ABA4B1A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37E00B8C" w14:textId="77777777" w:rsidR="009478C4" w:rsidRPr="0022579C" w:rsidRDefault="00F0793E" w:rsidP="00F0793E">
            <w:pPr>
              <w:pStyle w:val="Date"/>
            </w:pPr>
            <w:r>
              <w:t>11</w:t>
            </w:r>
            <w:r w:rsidR="009478C4" w:rsidRPr="0022579C">
              <w:t>/</w:t>
            </w:r>
            <w:r>
              <w:t>12</w:t>
            </w:r>
          </w:p>
        </w:tc>
      </w:tr>
      <w:tr w:rsidR="009478C4" w:rsidRPr="0022579C" w14:paraId="2731012C" w14:textId="77777777" w:rsidTr="006935A4">
        <w:trPr>
          <w:cantSplit/>
          <w:trHeight w:val="1359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7954FD6" w14:textId="77777777" w:rsidR="009478C4" w:rsidRPr="0022579C" w:rsidRDefault="009478C4" w:rsidP="0022579C">
            <w:pPr>
              <w:pStyle w:val="Line"/>
            </w:pPr>
            <w:r w:rsidRPr="0022579C">
              <w:t>2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3624AEE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38572FAF" w14:textId="77777777" w:rsidR="009478C4" w:rsidRPr="002671F7" w:rsidRDefault="002671F7" w:rsidP="00960B8E">
            <w:pPr>
              <w:pStyle w:val="CalendarText"/>
            </w:pPr>
            <w:r w:rsidRPr="002671F7">
              <w:t>Team Practice</w:t>
            </w:r>
          </w:p>
          <w:p w14:paraId="5B2B80CA" w14:textId="127A0576" w:rsidR="002671F7" w:rsidRPr="002671F7" w:rsidRDefault="002671F7" w:rsidP="00960B8E">
            <w:pPr>
              <w:pStyle w:val="CalendarText"/>
            </w:pPr>
            <w:r w:rsidRPr="002671F7">
              <w:t>3:30-5:30</w:t>
            </w:r>
          </w:p>
          <w:p w14:paraId="03CD1CE7" w14:textId="77777777" w:rsidR="009478C4" w:rsidRPr="0022579C" w:rsidRDefault="009478C4" w:rsidP="00445BE1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EDA729A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4D6B6FFC" w14:textId="08F0FDBA" w:rsidR="009478C4" w:rsidRPr="00946AE0" w:rsidRDefault="00133E46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2DB40212" w14:textId="085C59B1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A07F0D" w:rsidRPr="00946AE0">
              <w:rPr>
                <w:b/>
                <w:color w:val="17365D" w:themeColor="text2" w:themeShade="BF"/>
              </w:rPr>
              <w:t xml:space="preserve">  6:30</w:t>
            </w:r>
          </w:p>
          <w:p w14:paraId="6DC0391D" w14:textId="77777777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Xavier</w:t>
            </w:r>
          </w:p>
          <w:p w14:paraId="1F2BCB29" w14:textId="77777777" w:rsidR="0073418A" w:rsidRDefault="0073418A">
            <w:pPr>
              <w:pStyle w:val="CalendarText"/>
            </w:pPr>
          </w:p>
          <w:p w14:paraId="2DB564C5" w14:textId="77777777" w:rsidR="006935A4" w:rsidRPr="006935A4" w:rsidRDefault="006935A4">
            <w:pPr>
              <w:pStyle w:val="CalendarText"/>
              <w:rPr>
                <w:color w:val="00B0F0"/>
              </w:rPr>
            </w:pPr>
            <w:r w:rsidRPr="006935A4">
              <w:rPr>
                <w:color w:val="00B0F0"/>
              </w:rPr>
              <w:t xml:space="preserve">Hailee &amp; Mariel’s </w:t>
            </w:r>
          </w:p>
          <w:p w14:paraId="025BFFCE" w14:textId="2D61B3E3" w:rsidR="006935A4" w:rsidRPr="0022579C" w:rsidRDefault="006935A4">
            <w:pPr>
              <w:pStyle w:val="CalendarText"/>
            </w:pPr>
            <w:r w:rsidRPr="006935A4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E713577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81CCF7A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450637A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EC06FD3" w14:textId="77777777" w:rsidR="00605F08" w:rsidRPr="00605F08" w:rsidRDefault="00605F08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>JV Football</w:t>
            </w:r>
          </w:p>
          <w:p w14:paraId="1020456E" w14:textId="02301B39" w:rsidR="00A07F0D" w:rsidRPr="00605F08" w:rsidRDefault="00A07F0D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 xml:space="preserve">at LQHS </w:t>
            </w:r>
            <w:r w:rsidR="00605F08" w:rsidRPr="00605F08">
              <w:rPr>
                <w:color w:val="C00000"/>
              </w:rPr>
              <w:t xml:space="preserve">  </w:t>
            </w:r>
            <w:r w:rsidRPr="00605F08">
              <w:rPr>
                <w:color w:val="C00000"/>
              </w:rPr>
              <w:t>4:00</w:t>
            </w:r>
          </w:p>
          <w:p w14:paraId="1B04DF04" w14:textId="42CE61B3" w:rsidR="009478C4" w:rsidRPr="00946AE0" w:rsidRDefault="00605F08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24EC6FED" w14:textId="17F875FA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A07F0D" w:rsidRPr="00946AE0">
              <w:rPr>
                <w:b/>
                <w:color w:val="17365D" w:themeColor="text2" w:themeShade="BF"/>
              </w:rPr>
              <w:t xml:space="preserve">  6:30</w:t>
            </w:r>
          </w:p>
          <w:p w14:paraId="1D8E97EA" w14:textId="77777777" w:rsidR="0073418A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Cat City</w:t>
            </w:r>
          </w:p>
          <w:p w14:paraId="3D0FD41E" w14:textId="1DEA5365" w:rsidR="006935A4" w:rsidRPr="006935A4" w:rsidRDefault="006935A4">
            <w:pPr>
              <w:pStyle w:val="CalendarText"/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Rylee</w:t>
            </w:r>
            <w:r w:rsidRPr="006935A4">
              <w:rPr>
                <w:color w:val="00B0F0"/>
                <w:sz w:val="14"/>
                <w:szCs w:val="14"/>
              </w:rPr>
              <w:t xml:space="preserve"> &amp; Samantha’s Stunt Groups</w:t>
            </w:r>
          </w:p>
          <w:p w14:paraId="0266A40F" w14:textId="31D2C79F" w:rsidR="0073418A" w:rsidRPr="0022579C" w:rsidRDefault="0073418A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6B081D5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C718C91" w14:textId="6C7F2725" w:rsidR="009478C4" w:rsidRPr="00946AE0" w:rsidRDefault="00605F08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Football</w:t>
            </w:r>
          </w:p>
          <w:p w14:paraId="1B2A6C65" w14:textId="77777777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Cat City</w:t>
            </w:r>
          </w:p>
          <w:p w14:paraId="458D30BD" w14:textId="77777777" w:rsidR="0073418A" w:rsidRPr="0022579C" w:rsidRDefault="0073418A">
            <w:pPr>
              <w:pStyle w:val="CalendarText"/>
            </w:pPr>
            <w:r w:rsidRPr="00946AE0">
              <w:rPr>
                <w:b/>
                <w:color w:val="17365D" w:themeColor="text2" w:themeShade="BF"/>
              </w:rP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4939887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3D4F5307" w14:textId="77777777" w:rsidR="009478C4" w:rsidRPr="0022579C" w:rsidRDefault="009478C4">
            <w:pPr>
              <w:pStyle w:val="CalendarText"/>
            </w:pPr>
          </w:p>
        </w:tc>
        <w:bookmarkStart w:id="0" w:name="_GoBack"/>
        <w:bookmarkEnd w:id="0"/>
      </w:tr>
      <w:tr w:rsidR="009478C4" w:rsidRPr="0022579C" w14:paraId="2600AEE8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E06AF5B" w14:textId="22E7B043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0181FCA5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685C8172" w14:textId="77777777" w:rsidR="00946AE0" w:rsidRDefault="00946AE0" w:rsidP="00946AE0">
            <w:pPr>
              <w:rPr>
                <w:b/>
              </w:rPr>
            </w:pPr>
            <w:r>
              <w:rPr>
                <w:b/>
              </w:rPr>
              <w:t>Tie-Dye tee</w:t>
            </w:r>
          </w:p>
          <w:p w14:paraId="72C5FD76" w14:textId="3FDED159" w:rsidR="009478C4" w:rsidRPr="0022579C" w:rsidRDefault="00946AE0" w:rsidP="00946AE0">
            <w:r>
              <w:rPr>
                <w:b/>
              </w:rPr>
              <w:t>Opposite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0998890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D18C286" w14:textId="4C4A0C57" w:rsidR="009478C4" w:rsidRPr="0022579C" w:rsidRDefault="009478C4" w:rsidP="00472CB1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9EB49BA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2781D25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502CD3C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455EA043" w14:textId="77777777" w:rsidR="009478C4" w:rsidRDefault="00DD093C">
            <w:r>
              <w:t>JV:  Uniforms to school</w:t>
            </w:r>
          </w:p>
          <w:p w14:paraId="07886ADD" w14:textId="3C455E93" w:rsidR="00DD093C" w:rsidRPr="0022579C" w:rsidRDefault="00DD093C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77861B3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048D976" w14:textId="41A81B4A" w:rsidR="009478C4" w:rsidRPr="0022579C" w:rsidRDefault="00DD093C">
            <w:r>
              <w:t>Varsity:  Uniforms to school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5CB37A6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60227C20" w14:textId="77777777" w:rsidR="009478C4" w:rsidRPr="0022579C" w:rsidRDefault="009478C4"/>
        </w:tc>
      </w:tr>
      <w:tr w:rsidR="009478C4" w:rsidRPr="0022579C" w14:paraId="60000EE5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342AE5C" w14:textId="5A37029B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3027BC1D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7F68835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782C903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F666B68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7333D2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3BE399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3B34A30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031FD76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8D5729B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0F9A7CE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4B56BAD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2EF09E92" w14:textId="77777777" w:rsidR="009478C4" w:rsidRPr="0022579C" w:rsidRDefault="009478C4"/>
        </w:tc>
      </w:tr>
      <w:tr w:rsidR="009478C4" w:rsidRPr="0022579C" w14:paraId="041CA15E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7D484872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91034C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5DC57767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B82A4B3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DF551A6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74A396E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6589E88E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6AB873E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2D7058C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4A0B6CF1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35F236E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3DF108B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7F8A9FAD" w14:textId="77777777" w:rsidR="009478C4" w:rsidRPr="0022579C" w:rsidRDefault="009478C4"/>
        </w:tc>
      </w:tr>
      <w:tr w:rsidR="009478C4" w:rsidRPr="0022579C" w14:paraId="176C3564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9674DD1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6B212D61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72D6D600" w14:textId="77777777" w:rsidR="009478C4" w:rsidRPr="0022579C" w:rsidRDefault="00F0793E">
            <w:pPr>
              <w:pStyle w:val="Date"/>
            </w:pPr>
            <w:r>
              <w:t>13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6DCB044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4B62FAB1" w14:textId="77777777" w:rsidR="009478C4" w:rsidRPr="0022579C" w:rsidRDefault="00F0793E">
            <w:pPr>
              <w:pStyle w:val="Date"/>
            </w:pPr>
            <w:r>
              <w:t>14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F3837E9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AC5B6CB" w14:textId="77777777" w:rsidR="009478C4" w:rsidRPr="0022579C" w:rsidRDefault="00F0793E">
            <w:pPr>
              <w:pStyle w:val="Date"/>
            </w:pPr>
            <w:r>
              <w:t>15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E0258B9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2B1275EB" w14:textId="77777777" w:rsidR="009478C4" w:rsidRPr="0022579C" w:rsidRDefault="00F0793E">
            <w:pPr>
              <w:pStyle w:val="Date"/>
            </w:pPr>
            <w:r>
              <w:t>16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E42817F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586EF021" w14:textId="77777777" w:rsidR="009478C4" w:rsidRPr="0022579C" w:rsidRDefault="00F0793E">
            <w:pPr>
              <w:pStyle w:val="Date"/>
            </w:pPr>
            <w:r>
              <w:t>17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2FEF9BB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7ABF494E" w14:textId="77777777" w:rsidR="009478C4" w:rsidRPr="0022579C" w:rsidRDefault="00F0793E" w:rsidP="00F0793E">
            <w:pPr>
              <w:pStyle w:val="Date"/>
            </w:pPr>
            <w:r>
              <w:t>18</w:t>
            </w:r>
            <w:r w:rsidR="009478C4" w:rsidRPr="0022579C">
              <w:t>/</w:t>
            </w:r>
            <w:r>
              <w:t>19</w:t>
            </w:r>
          </w:p>
        </w:tc>
      </w:tr>
      <w:tr w:rsidR="009478C4" w:rsidRPr="0022579C" w14:paraId="5F9A3628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2D490124" w14:textId="77777777" w:rsidR="009478C4" w:rsidRPr="0022579C" w:rsidRDefault="009478C4" w:rsidP="0022579C">
            <w:pPr>
              <w:pStyle w:val="Line"/>
            </w:pPr>
            <w:r w:rsidRPr="0022579C">
              <w:t>3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64BD8450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5D4B8099" w14:textId="2E5A8169" w:rsidR="002671F7" w:rsidRPr="00946AE0" w:rsidRDefault="00946AE0" w:rsidP="002671F7">
            <w:pPr>
              <w:pStyle w:val="CalendarText"/>
              <w:rPr>
                <w:color w:val="31849B" w:themeColor="accent5" w:themeShade="BF"/>
              </w:rPr>
            </w:pPr>
            <w:r w:rsidRPr="00946AE0">
              <w:rPr>
                <w:color w:val="31849B" w:themeColor="accent5" w:themeShade="BF"/>
              </w:rPr>
              <w:t>Kids Camp</w:t>
            </w:r>
          </w:p>
          <w:p w14:paraId="349162D9" w14:textId="77777777" w:rsidR="002671F7" w:rsidRPr="00946AE0" w:rsidRDefault="002671F7" w:rsidP="002671F7">
            <w:pPr>
              <w:pStyle w:val="CalendarText"/>
              <w:rPr>
                <w:color w:val="31849B" w:themeColor="accent5" w:themeShade="BF"/>
              </w:rPr>
            </w:pPr>
            <w:r w:rsidRPr="00946AE0">
              <w:rPr>
                <w:color w:val="31849B" w:themeColor="accent5" w:themeShade="BF"/>
              </w:rPr>
              <w:t>3:30-5:30</w:t>
            </w:r>
          </w:p>
          <w:p w14:paraId="5589E0C8" w14:textId="77777777" w:rsidR="009478C4" w:rsidRPr="0022579C" w:rsidRDefault="009478C4">
            <w:pPr>
              <w:pStyle w:val="CalendarText"/>
              <w:rPr>
                <w:b/>
              </w:rPr>
            </w:pPr>
          </w:p>
          <w:p w14:paraId="25812BD4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77B2F5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1237382" w14:textId="77777777" w:rsidR="00946AE0" w:rsidRPr="00CE7E3E" w:rsidRDefault="00946AE0" w:rsidP="007E3D4F">
            <w:pPr>
              <w:pStyle w:val="CalendarText"/>
              <w:rPr>
                <w:color w:val="31849B" w:themeColor="accent5" w:themeShade="BF"/>
              </w:rPr>
            </w:pPr>
            <w:r w:rsidRPr="00CE7E3E">
              <w:rPr>
                <w:color w:val="31849B" w:themeColor="accent5" w:themeShade="BF"/>
              </w:rPr>
              <w:t>Kids Camp</w:t>
            </w:r>
          </w:p>
          <w:p w14:paraId="007EC5F9" w14:textId="5D6E7604" w:rsidR="00946AE0" w:rsidRPr="00CE7E3E" w:rsidRDefault="00946AE0" w:rsidP="007E3D4F">
            <w:pPr>
              <w:pStyle w:val="CalendarText"/>
              <w:rPr>
                <w:color w:val="31849B" w:themeColor="accent5" w:themeShade="BF"/>
              </w:rPr>
            </w:pPr>
            <w:r w:rsidRPr="00CE7E3E">
              <w:rPr>
                <w:color w:val="31849B" w:themeColor="accent5" w:themeShade="BF"/>
              </w:rPr>
              <w:t>3:30-5:30</w:t>
            </w:r>
          </w:p>
          <w:p w14:paraId="28131E51" w14:textId="77777777" w:rsidR="00946AE0" w:rsidRDefault="00946AE0" w:rsidP="007E3D4F">
            <w:pPr>
              <w:pStyle w:val="CalendarText"/>
              <w:rPr>
                <w:b/>
                <w:color w:val="17365D" w:themeColor="text2" w:themeShade="BF"/>
              </w:rPr>
            </w:pPr>
          </w:p>
          <w:p w14:paraId="7BD32551" w14:textId="30E3C31C" w:rsidR="009478C4" w:rsidRPr="00946AE0" w:rsidRDefault="00946AE0" w:rsidP="007E3D4F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6E4B8E08" w14:textId="77777777" w:rsidR="0073418A" w:rsidRPr="00A23545" w:rsidRDefault="0073418A" w:rsidP="007E3D4F">
            <w:pPr>
              <w:pStyle w:val="CalendarText"/>
              <w:rPr>
                <w:b/>
                <w:color w:val="002060"/>
              </w:rPr>
            </w:pPr>
            <w:r w:rsidRPr="00A23545">
              <w:rPr>
                <w:b/>
                <w:color w:val="C00000"/>
              </w:rPr>
              <w:t xml:space="preserve">At Palm Desert </w:t>
            </w:r>
          </w:p>
          <w:p w14:paraId="6394C19D" w14:textId="77777777" w:rsidR="0073418A" w:rsidRPr="0022579C" w:rsidRDefault="0073418A" w:rsidP="007E3D4F">
            <w:pPr>
              <w:pStyle w:val="CalendarText"/>
            </w:pPr>
            <w:r w:rsidRPr="00946AE0">
              <w:rPr>
                <w:b/>
                <w:color w:val="17365D" w:themeColor="text2" w:themeShade="BF"/>
              </w:rPr>
              <w:t>6:30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CD495DA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8A5293D" w14:textId="77777777" w:rsidR="009478C4" w:rsidRPr="00946AE0" w:rsidRDefault="00946AE0" w:rsidP="003709FE">
            <w:pPr>
              <w:pStyle w:val="CalendarText"/>
              <w:rPr>
                <w:color w:val="31849B" w:themeColor="accent5" w:themeShade="BF"/>
              </w:rPr>
            </w:pPr>
            <w:r w:rsidRPr="00946AE0">
              <w:rPr>
                <w:color w:val="31849B" w:themeColor="accent5" w:themeShade="BF"/>
              </w:rPr>
              <w:t>Kids Camp</w:t>
            </w:r>
          </w:p>
          <w:p w14:paraId="6285A2A9" w14:textId="0F3E52E8" w:rsidR="00946AE0" w:rsidRPr="0022579C" w:rsidRDefault="00946AE0" w:rsidP="003709FE">
            <w:pPr>
              <w:pStyle w:val="CalendarText"/>
            </w:pPr>
            <w:r w:rsidRPr="00946AE0">
              <w:rPr>
                <w:color w:val="31849B" w:themeColor="accent5" w:themeShade="BF"/>
              </w:rPr>
              <w:t>3:30-5:30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BBE1EC3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64FF5AA2" w14:textId="77777777" w:rsidR="009478C4" w:rsidRPr="00946AE0" w:rsidRDefault="00946AE0" w:rsidP="007E3D4F">
            <w:pPr>
              <w:pStyle w:val="CalendarText"/>
              <w:rPr>
                <w:color w:val="31849B" w:themeColor="accent5" w:themeShade="BF"/>
              </w:rPr>
            </w:pPr>
            <w:r w:rsidRPr="00946AE0">
              <w:rPr>
                <w:color w:val="31849B" w:themeColor="accent5" w:themeShade="BF"/>
              </w:rPr>
              <w:t>Kids Camp</w:t>
            </w:r>
          </w:p>
          <w:p w14:paraId="07AEF1DD" w14:textId="72DABBE4" w:rsidR="00946AE0" w:rsidRPr="0022579C" w:rsidRDefault="00946AE0" w:rsidP="007E3D4F">
            <w:pPr>
              <w:pStyle w:val="CalendarText"/>
            </w:pPr>
            <w:r w:rsidRPr="00946AE0">
              <w:rPr>
                <w:color w:val="31849B" w:themeColor="accent5" w:themeShade="BF"/>
              </w:rPr>
              <w:t>3:30-5:30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D8168A6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73EAF0B" w14:textId="77777777" w:rsidR="00605F08" w:rsidRPr="00605F08" w:rsidRDefault="00605F08" w:rsidP="007E3D4F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>Frosh Football</w:t>
            </w:r>
          </w:p>
          <w:p w14:paraId="070E31B7" w14:textId="0142580D" w:rsidR="00A07F0D" w:rsidRPr="00605F08" w:rsidRDefault="00605F08" w:rsidP="007E3D4F">
            <w:pPr>
              <w:pStyle w:val="CalendarText"/>
              <w:rPr>
                <w:color w:val="C00000"/>
              </w:rPr>
            </w:pPr>
            <w:r w:rsidRPr="00605F08">
              <w:rPr>
                <w:color w:val="C00000"/>
              </w:rPr>
              <w:t xml:space="preserve">At LQHS </w:t>
            </w:r>
            <w:r w:rsidR="00A07F0D" w:rsidRPr="00605F08">
              <w:rPr>
                <w:color w:val="C00000"/>
              </w:rPr>
              <w:t xml:space="preserve">  3:30</w:t>
            </w:r>
          </w:p>
          <w:p w14:paraId="48989F71" w14:textId="7369AD05" w:rsidR="009478C4" w:rsidRPr="00946AE0" w:rsidRDefault="0073418A" w:rsidP="007E3D4F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FB</w:t>
            </w:r>
            <w:r w:rsidR="002671F7" w:rsidRPr="00946AE0">
              <w:rPr>
                <w:b/>
                <w:color w:val="17365D" w:themeColor="text2" w:themeShade="BF"/>
              </w:rPr>
              <w:t xml:space="preserve"> ##</w:t>
            </w:r>
          </w:p>
          <w:p w14:paraId="2229848D" w14:textId="037060CF" w:rsidR="0073418A" w:rsidRPr="00946AE0" w:rsidRDefault="0073418A" w:rsidP="007E3D4F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A07F0D" w:rsidRPr="00946AE0">
              <w:rPr>
                <w:b/>
                <w:color w:val="17365D" w:themeColor="text2" w:themeShade="BF"/>
              </w:rPr>
              <w:t xml:space="preserve">  7:00</w:t>
            </w:r>
          </w:p>
          <w:p w14:paraId="2DCEC82D" w14:textId="77777777" w:rsidR="0073418A" w:rsidRPr="00946AE0" w:rsidRDefault="0073418A" w:rsidP="007E3D4F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Palm Springs</w:t>
            </w:r>
          </w:p>
          <w:p w14:paraId="2A055A97" w14:textId="77777777" w:rsidR="00946AE0" w:rsidRPr="00946AE0" w:rsidRDefault="00946AE0" w:rsidP="007E3D4F">
            <w:pPr>
              <w:pStyle w:val="CalendarText"/>
              <w:rPr>
                <w:color w:val="31849B" w:themeColor="accent5" w:themeShade="BF"/>
              </w:rPr>
            </w:pPr>
            <w:r w:rsidRPr="00946AE0">
              <w:rPr>
                <w:color w:val="31849B" w:themeColor="accent5" w:themeShade="BF"/>
              </w:rPr>
              <w:t xml:space="preserve">Kids Perform </w:t>
            </w:r>
          </w:p>
          <w:p w14:paraId="2FFC632F" w14:textId="2A71128C" w:rsidR="0073418A" w:rsidRPr="00445BE1" w:rsidRDefault="00946AE0" w:rsidP="007E3D4F">
            <w:pPr>
              <w:pStyle w:val="CalendarText"/>
            </w:pPr>
            <w:r w:rsidRPr="00946AE0">
              <w:rPr>
                <w:color w:val="31849B" w:themeColor="accent5" w:themeShade="BF"/>
              </w:rPr>
              <w:t>at Half-time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075CDD5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426609FE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51886FDC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A1C7C84" w14:textId="3344D63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71E1A193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43" w:type="dxa"/>
              <w:right w:w="0" w:type="dxa"/>
            </w:tcMar>
            <w:vAlign w:val="center"/>
          </w:tcPr>
          <w:p w14:paraId="6212227D" w14:textId="77777777" w:rsidR="00946AE0" w:rsidRDefault="00946AE0">
            <w:pPr>
              <w:rPr>
                <w:b/>
              </w:rPr>
            </w:pPr>
            <w:proofErr w:type="spellStart"/>
            <w:r>
              <w:rPr>
                <w:b/>
              </w:rPr>
              <w:t>Burgandy</w:t>
            </w:r>
            <w:proofErr w:type="spellEnd"/>
            <w:r>
              <w:rPr>
                <w:b/>
              </w:rPr>
              <w:t xml:space="preserve"> tee</w:t>
            </w:r>
          </w:p>
          <w:p w14:paraId="78008B7F" w14:textId="6AF24EA8" w:rsidR="00946AE0" w:rsidRPr="0022579C" w:rsidRDefault="00946AE0">
            <w:pPr>
              <w:rPr>
                <w:b/>
              </w:rPr>
            </w:pPr>
            <w:r>
              <w:rPr>
                <w:b/>
              </w:rPr>
              <w:t>White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7F47428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CC06BDB" w14:textId="77777777" w:rsidR="009478C4" w:rsidRDefault="00946AE0">
            <w:r>
              <w:t>Navy tank</w:t>
            </w:r>
          </w:p>
          <w:p w14:paraId="08190777" w14:textId="09D4B50C" w:rsidR="00946AE0" w:rsidRPr="0022579C" w:rsidRDefault="00946AE0">
            <w:proofErr w:type="spellStart"/>
            <w:r>
              <w:t>Burgandy</w:t>
            </w:r>
            <w:proofErr w:type="spellEnd"/>
            <w:r>
              <w:t xml:space="preserve">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340070B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40323645" w14:textId="77777777" w:rsidR="009478C4" w:rsidRDefault="00946AE0">
            <w:r>
              <w:t>White tank</w:t>
            </w:r>
          </w:p>
          <w:p w14:paraId="0A5B0E49" w14:textId="28092051" w:rsidR="00946AE0" w:rsidRPr="0022579C" w:rsidRDefault="00946AE0">
            <w:r>
              <w:t xml:space="preserve">Black </w:t>
            </w:r>
            <w:proofErr w:type="spellStart"/>
            <w:r>
              <w:t>spanx</w:t>
            </w:r>
            <w:proofErr w:type="spellEnd"/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23FBF77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0FE9B25" w14:textId="2292CBA9" w:rsidR="002C2736" w:rsidRDefault="002C2736">
            <w:r>
              <w:t>Varsity Goodie Bags</w:t>
            </w:r>
          </w:p>
          <w:p w14:paraId="01298332" w14:textId="77777777" w:rsidR="009478C4" w:rsidRDefault="00946AE0">
            <w:r>
              <w:t>Tie-Dye tee</w:t>
            </w:r>
          </w:p>
          <w:p w14:paraId="42A113DE" w14:textId="3AA04951" w:rsidR="00946AE0" w:rsidRPr="0022579C" w:rsidRDefault="00946AE0">
            <w:r>
              <w:t>Opposite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8840B1C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92BAC3D" w14:textId="77777777" w:rsidR="00DD093C" w:rsidRPr="00DD093C" w:rsidRDefault="00DD093C">
            <w:pPr>
              <w:rPr>
                <w:sz w:val="12"/>
                <w:szCs w:val="12"/>
              </w:rPr>
            </w:pPr>
            <w:r w:rsidRPr="00DD093C">
              <w:rPr>
                <w:sz w:val="12"/>
                <w:szCs w:val="12"/>
              </w:rPr>
              <w:t>Wear Uniforms to school</w:t>
            </w:r>
          </w:p>
          <w:p w14:paraId="3CAAF462" w14:textId="20DADAF2" w:rsidR="009478C4" w:rsidRPr="00A07F0D" w:rsidRDefault="00A07F0D">
            <w:pPr>
              <w:rPr>
                <w:b/>
              </w:rPr>
            </w:pPr>
            <w:r w:rsidRPr="00A07F0D">
              <w:rPr>
                <w:b/>
              </w:rPr>
              <w:t>##Mike Gates Game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56E2AD2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79912D6C" w14:textId="284CE5B3" w:rsidR="0073418A" w:rsidRPr="0022579C" w:rsidRDefault="0073418A"/>
        </w:tc>
      </w:tr>
      <w:tr w:rsidR="009478C4" w:rsidRPr="0022579C" w14:paraId="304215AE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A382CDA" w14:textId="4B7B8F81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581D908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013F0D5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AEEE10C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693C7687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F9C1772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23C5AAA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06EF4F6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BB86CF7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D391346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11A55294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E5DABD8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3A963A29" w14:textId="77777777" w:rsidR="009478C4" w:rsidRPr="0022579C" w:rsidRDefault="009478C4"/>
        </w:tc>
      </w:tr>
      <w:tr w:rsidR="009478C4" w:rsidRPr="0022579C" w14:paraId="6CDC9B47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7246856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1679C94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592B1CBA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5FA026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433B2CC4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031450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D30FD20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B6B6C39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3239801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78B3B47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36DCF42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6B5073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9E2CCEE" w14:textId="77777777" w:rsidR="009478C4" w:rsidRPr="0022579C" w:rsidRDefault="009478C4"/>
        </w:tc>
      </w:tr>
      <w:tr w:rsidR="009478C4" w:rsidRPr="0022579C" w14:paraId="1EA581A4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63DE44F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6F6C8BB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32396764" w14:textId="77777777" w:rsidR="009478C4" w:rsidRPr="0022579C" w:rsidRDefault="00F0793E">
            <w:pPr>
              <w:pStyle w:val="Date"/>
            </w:pPr>
            <w:r>
              <w:t>20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F4034E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D397581" w14:textId="77777777" w:rsidR="009478C4" w:rsidRPr="0022579C" w:rsidRDefault="00F0793E">
            <w:pPr>
              <w:pStyle w:val="Date"/>
            </w:pPr>
            <w:r>
              <w:t>21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05DA09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02E5B831" w14:textId="77777777" w:rsidR="009478C4" w:rsidRPr="0022579C" w:rsidRDefault="00F0793E">
            <w:pPr>
              <w:pStyle w:val="Date"/>
            </w:pPr>
            <w:r>
              <w:t>22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1D7D74A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06B012A" w14:textId="77777777" w:rsidR="009478C4" w:rsidRPr="0022579C" w:rsidRDefault="00F0793E">
            <w:pPr>
              <w:pStyle w:val="Date"/>
            </w:pPr>
            <w:r>
              <w:t>23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418531D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64397BD7" w14:textId="77777777" w:rsidR="009478C4" w:rsidRPr="0022579C" w:rsidRDefault="00F0793E">
            <w:pPr>
              <w:pStyle w:val="Date"/>
            </w:pPr>
            <w:r>
              <w:t>24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0C50CE23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1300BED4" w14:textId="77777777" w:rsidR="009478C4" w:rsidRPr="0022579C" w:rsidRDefault="00F0793E" w:rsidP="00F0793E">
            <w:pPr>
              <w:pStyle w:val="Date"/>
            </w:pPr>
            <w:r>
              <w:t>25</w:t>
            </w:r>
            <w:r w:rsidR="009478C4" w:rsidRPr="0022579C">
              <w:t>/</w:t>
            </w:r>
            <w:r>
              <w:t>26</w:t>
            </w:r>
          </w:p>
        </w:tc>
      </w:tr>
      <w:tr w:rsidR="009478C4" w:rsidRPr="0022579C" w14:paraId="1CADEEB9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E6B3403" w14:textId="77777777" w:rsidR="009478C4" w:rsidRPr="0022579C" w:rsidRDefault="009478C4" w:rsidP="0022579C">
            <w:pPr>
              <w:pStyle w:val="Line"/>
            </w:pPr>
            <w:r w:rsidRPr="0022579C">
              <w:t>4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01B74337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4889DC93" w14:textId="77777777" w:rsidR="002671F7" w:rsidRPr="002671F7" w:rsidRDefault="002671F7" w:rsidP="002671F7">
            <w:pPr>
              <w:pStyle w:val="CalendarText"/>
            </w:pPr>
            <w:r w:rsidRPr="002671F7">
              <w:t>Team Practice</w:t>
            </w:r>
          </w:p>
          <w:p w14:paraId="6BDFC0A7" w14:textId="77777777" w:rsidR="002671F7" w:rsidRPr="002671F7" w:rsidRDefault="002671F7" w:rsidP="002671F7">
            <w:pPr>
              <w:pStyle w:val="CalendarText"/>
            </w:pPr>
            <w:r w:rsidRPr="002671F7">
              <w:t>3:30-5:30</w:t>
            </w:r>
          </w:p>
          <w:p w14:paraId="6E9A4C93" w14:textId="77777777" w:rsidR="009478C4" w:rsidRDefault="009478C4">
            <w:pPr>
              <w:pStyle w:val="CalendarText"/>
              <w:rPr>
                <w:b/>
              </w:rPr>
            </w:pPr>
          </w:p>
          <w:p w14:paraId="30789B11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DE1A8BB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7512C155" w14:textId="3C8AB6B6" w:rsidR="009478C4" w:rsidRPr="00946AE0" w:rsidRDefault="00946AE0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6B8FCAF2" w14:textId="381F7EF2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2671F7" w:rsidRPr="00946AE0">
              <w:rPr>
                <w:b/>
                <w:color w:val="17365D" w:themeColor="text2" w:themeShade="BF"/>
              </w:rPr>
              <w:t xml:space="preserve">  6:30</w:t>
            </w:r>
          </w:p>
          <w:p w14:paraId="06698381" w14:textId="77777777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Indio</w:t>
            </w:r>
          </w:p>
          <w:p w14:paraId="418E009D" w14:textId="77777777" w:rsidR="0073418A" w:rsidRDefault="0073418A">
            <w:pPr>
              <w:pStyle w:val="CalendarText"/>
            </w:pPr>
          </w:p>
          <w:p w14:paraId="39E5DEA6" w14:textId="77777777" w:rsidR="006935A4" w:rsidRPr="006935A4" w:rsidRDefault="006935A4">
            <w:pPr>
              <w:pStyle w:val="CalendarText"/>
              <w:rPr>
                <w:color w:val="00B0F0"/>
              </w:rPr>
            </w:pPr>
            <w:r w:rsidRPr="006935A4">
              <w:rPr>
                <w:color w:val="00B0F0"/>
              </w:rPr>
              <w:t>Rylee &amp; Samantha’s</w:t>
            </w:r>
          </w:p>
          <w:p w14:paraId="18E69A65" w14:textId="5CC188C0" w:rsidR="006935A4" w:rsidRPr="0022579C" w:rsidRDefault="006935A4">
            <w:pPr>
              <w:pStyle w:val="CalendarText"/>
            </w:pPr>
            <w:r w:rsidRPr="006935A4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1BDE6D0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4D4C9666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E32A2EC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E55C9E0" w14:textId="77777777" w:rsidR="00946AE0" w:rsidRPr="00946AE0" w:rsidRDefault="00946AE0">
            <w:pPr>
              <w:pStyle w:val="CalendarText"/>
              <w:rPr>
                <w:color w:val="C00000"/>
              </w:rPr>
            </w:pPr>
            <w:r w:rsidRPr="00946AE0">
              <w:rPr>
                <w:color w:val="C00000"/>
              </w:rPr>
              <w:t>JV Football</w:t>
            </w:r>
          </w:p>
          <w:p w14:paraId="2906C393" w14:textId="570F4433" w:rsidR="002671F7" w:rsidRPr="00946AE0" w:rsidRDefault="00946AE0">
            <w:pPr>
              <w:pStyle w:val="CalendarText"/>
              <w:rPr>
                <w:color w:val="C00000"/>
              </w:rPr>
            </w:pPr>
            <w:r w:rsidRPr="00946AE0">
              <w:rPr>
                <w:color w:val="C00000"/>
              </w:rPr>
              <w:t xml:space="preserve">At LQHS </w:t>
            </w:r>
            <w:r w:rsidR="002671F7" w:rsidRPr="00946AE0">
              <w:rPr>
                <w:color w:val="C00000"/>
              </w:rPr>
              <w:t xml:space="preserve">  4:00</w:t>
            </w:r>
          </w:p>
          <w:p w14:paraId="0494C24A" w14:textId="77777777" w:rsidR="002671F7" w:rsidRDefault="002671F7">
            <w:pPr>
              <w:pStyle w:val="CalendarText"/>
            </w:pPr>
          </w:p>
          <w:p w14:paraId="47A0DF5F" w14:textId="541982DD" w:rsidR="009478C4" w:rsidRPr="00946AE0" w:rsidRDefault="00946AE0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 Volleyball</w:t>
            </w:r>
          </w:p>
          <w:p w14:paraId="01A61CBA" w14:textId="50DC08D5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2671F7" w:rsidRPr="00946AE0">
              <w:rPr>
                <w:b/>
                <w:color w:val="17365D" w:themeColor="text2" w:themeShade="BF"/>
              </w:rPr>
              <w:t xml:space="preserve">  6:30</w:t>
            </w:r>
          </w:p>
          <w:p w14:paraId="5CA8BD8C" w14:textId="77777777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CVHS</w:t>
            </w:r>
          </w:p>
          <w:p w14:paraId="507C839E" w14:textId="6C019DAD" w:rsidR="0073418A" w:rsidRPr="0022579C" w:rsidRDefault="006935A4">
            <w:pPr>
              <w:pStyle w:val="CalendarText"/>
            </w:pPr>
            <w:r w:rsidRPr="006935A4">
              <w:rPr>
                <w:color w:val="00B0F0"/>
              </w:rPr>
              <w:t>Hailee &amp; Mariel’s 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3D22EF2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415FDEFE" w14:textId="277D4FC5" w:rsidR="009478C4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Varsity</w:t>
            </w:r>
            <w:r w:rsidR="00946AE0" w:rsidRPr="00946AE0">
              <w:rPr>
                <w:b/>
                <w:color w:val="17365D" w:themeColor="text2" w:themeShade="BF"/>
              </w:rPr>
              <w:t xml:space="preserve"> Football</w:t>
            </w:r>
          </w:p>
          <w:p w14:paraId="48A85802" w14:textId="63FB8C15" w:rsidR="0073418A" w:rsidRPr="0022579C" w:rsidRDefault="0073418A" w:rsidP="00946AE0">
            <w:pPr>
              <w:pStyle w:val="CalendarText"/>
            </w:pPr>
            <w:r w:rsidRPr="00946AE0">
              <w:rPr>
                <w:b/>
                <w:color w:val="17365D" w:themeColor="text2" w:themeShade="BF"/>
              </w:rPr>
              <w:t>At CV</w:t>
            </w:r>
            <w:r w:rsidR="00946AE0" w:rsidRPr="00946AE0">
              <w:rPr>
                <w:b/>
                <w:color w:val="17365D" w:themeColor="text2" w:themeShade="BF"/>
              </w:rPr>
              <w:t xml:space="preserve">   </w:t>
            </w:r>
            <w:r w:rsidRPr="00946AE0">
              <w:rPr>
                <w:b/>
                <w:color w:val="17365D" w:themeColor="text2" w:themeShade="BF"/>
              </w:rP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D4524C8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60A1079D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466E0A8A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7ABFD22" w14:textId="429B5966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7C1AD797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322972DE" w14:textId="77777777" w:rsidR="009478C4" w:rsidRDefault="00946AE0">
            <w:proofErr w:type="spellStart"/>
            <w:r>
              <w:t>Burgandy</w:t>
            </w:r>
            <w:proofErr w:type="spellEnd"/>
            <w:r>
              <w:t xml:space="preserve"> tee</w:t>
            </w:r>
          </w:p>
          <w:p w14:paraId="2CCDBEAF" w14:textId="7E60D9A7" w:rsidR="00946AE0" w:rsidRPr="0022579C" w:rsidRDefault="00946AE0">
            <w:r>
              <w:t>White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C18F8BE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50B8192" w14:textId="3FAB8DA8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5766AEB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AF0B201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EE9BB49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BB84466" w14:textId="77777777" w:rsidR="009478C4" w:rsidRDefault="00946AE0">
            <w:r>
              <w:t>JV:  Uniform to school</w:t>
            </w:r>
          </w:p>
          <w:p w14:paraId="47C2C113" w14:textId="28181A09" w:rsidR="00946AE0" w:rsidRPr="0022579C" w:rsidRDefault="00946AE0" w:rsidP="00DD093C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575E2C7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1CB3C91" w14:textId="4CDF7306" w:rsidR="00DD093C" w:rsidRDefault="00DD093C">
            <w:pPr>
              <w:rPr>
                <w:color w:val="002060"/>
              </w:rPr>
            </w:pPr>
            <w:r>
              <w:rPr>
                <w:color w:val="002060"/>
              </w:rPr>
              <w:t>Varsity:  Uniform to school</w:t>
            </w:r>
          </w:p>
          <w:p w14:paraId="66899CD8" w14:textId="56D91050" w:rsidR="009478C4" w:rsidRPr="0022579C" w:rsidRDefault="00A23545">
            <w:r w:rsidRPr="00A23545">
              <w:rPr>
                <w:color w:val="002060"/>
              </w:rPr>
              <w:t>Patriot Ride</w:t>
            </w:r>
            <w:r w:rsidR="00565310">
              <w:rPr>
                <w:color w:val="002060"/>
              </w:rPr>
              <w:t xml:space="preserve"> (TBA)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852FF48" w14:textId="77777777" w:rsidR="009478C4" w:rsidRPr="00A23545" w:rsidRDefault="009478C4">
            <w:pPr>
              <w:rPr>
                <w:color w:val="002060"/>
              </w:rPr>
            </w:pPr>
          </w:p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542D6C7C" w14:textId="6053BB35" w:rsidR="009478C4" w:rsidRPr="00A23545" w:rsidRDefault="00A23545">
            <w:pPr>
              <w:rPr>
                <w:color w:val="002060"/>
              </w:rPr>
            </w:pPr>
            <w:r w:rsidRPr="00A23545">
              <w:rPr>
                <w:color w:val="002060"/>
              </w:rPr>
              <w:t>Relay for Life</w:t>
            </w:r>
            <w:r w:rsidR="00565310">
              <w:rPr>
                <w:color w:val="002060"/>
              </w:rPr>
              <w:t xml:space="preserve"> (TBA)</w:t>
            </w:r>
          </w:p>
          <w:p w14:paraId="33184DD1" w14:textId="0741BA8C" w:rsidR="00A23545" w:rsidRPr="00A23545" w:rsidRDefault="00A23545">
            <w:pPr>
              <w:rPr>
                <w:color w:val="002060"/>
              </w:rPr>
            </w:pPr>
            <w:r w:rsidRPr="00A23545">
              <w:rPr>
                <w:color w:val="002060"/>
              </w:rPr>
              <w:t>Patriot Ride</w:t>
            </w:r>
            <w:r w:rsidR="00565310">
              <w:rPr>
                <w:color w:val="002060"/>
              </w:rPr>
              <w:t xml:space="preserve"> (TBA)</w:t>
            </w:r>
          </w:p>
        </w:tc>
      </w:tr>
      <w:tr w:rsidR="009478C4" w:rsidRPr="0022579C" w14:paraId="08560F57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6973225" w14:textId="0724AC30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716B590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3E436C76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BA4BBB7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9C234F2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A75FD1B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B7BE2CE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AB8C530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D719FCC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1B0C3B64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3F4F1C7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9047A84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1BDD0002" w14:textId="77777777" w:rsidR="009478C4" w:rsidRPr="0022579C" w:rsidRDefault="009478C4"/>
        </w:tc>
      </w:tr>
      <w:tr w:rsidR="009478C4" w:rsidRPr="0022579C" w14:paraId="4F90DE8C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68974270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0DDCA79F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65172593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440955B0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529203F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5C6EC87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B6CB024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3AE184A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8E6A61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37EF768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58E620F4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F8B181F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66290AD1" w14:textId="77777777" w:rsidR="009478C4" w:rsidRPr="0022579C" w:rsidRDefault="009478C4"/>
        </w:tc>
      </w:tr>
      <w:tr w:rsidR="009478C4" w:rsidRPr="0022579C" w14:paraId="7B1448C0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3B68CE9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0D487747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30148DD9" w14:textId="77777777" w:rsidR="009478C4" w:rsidRPr="0022579C" w:rsidRDefault="00F0793E">
            <w:pPr>
              <w:pStyle w:val="Date"/>
            </w:pPr>
            <w:r>
              <w:t>27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F929A5F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5638EE80" w14:textId="77777777" w:rsidR="009478C4" w:rsidRPr="0022579C" w:rsidRDefault="00F0793E">
            <w:pPr>
              <w:pStyle w:val="Date"/>
            </w:pPr>
            <w:r>
              <w:t>28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12282FC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0407D943" w14:textId="77777777" w:rsidR="009478C4" w:rsidRPr="0022579C" w:rsidRDefault="00F0793E">
            <w:pPr>
              <w:pStyle w:val="Date"/>
            </w:pPr>
            <w:r>
              <w:t>29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C269F67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0BE17DF" w14:textId="77777777" w:rsidR="009478C4" w:rsidRPr="0022579C" w:rsidRDefault="00F0793E">
            <w:pPr>
              <w:pStyle w:val="Date"/>
            </w:pPr>
            <w:r>
              <w:t>30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07A69D9B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DF903C0" w14:textId="77777777" w:rsidR="009478C4" w:rsidRPr="0022579C" w:rsidRDefault="00F0793E">
            <w:pPr>
              <w:pStyle w:val="Date"/>
            </w:pPr>
            <w:r>
              <w:t>31</w:t>
            </w:r>
            <w:r w:rsidR="00E0560C" w:rsidRPr="0022579C">
              <w:fldChar w:fldCharType="begin"/>
            </w:r>
            <w:r w:rsidR="009478C4" w:rsidRPr="0022579C">
              <w:instrText xml:space="preserve">IF </w:instrText>
            </w:r>
            <w:r w:rsidR="0073418A">
              <w:fldChar w:fldCharType="begin"/>
            </w:r>
            <w:r w:rsidR="0073418A">
              <w:instrText xml:space="preserve"> =I21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="00E0560C"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=I21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73418A">
              <w:fldChar w:fldCharType="begin"/>
            </w:r>
            <w:r w:rsidR="0073418A">
              <w:instrText xml:space="preserve"> DocVariable MonthEnd \@ d </w:instrText>
            </w:r>
            <w:r w:rsidR="0073418A">
              <w:fldChar w:fldCharType="separate"/>
            </w:r>
            <w:r w:rsidR="009478C4" w:rsidRPr="0022579C">
              <w:instrText>31</w:instrText>
            </w:r>
            <w:r w:rsidR="0073418A">
              <w:fldChar w:fldCharType="end"/>
            </w:r>
            <w:r w:rsidR="009478C4" w:rsidRPr="0022579C">
              <w:instrText xml:space="preserve">  </w:instrText>
            </w:r>
            <w:r w:rsidR="0073418A">
              <w:fldChar w:fldCharType="begin"/>
            </w:r>
            <w:r w:rsidR="0073418A">
              <w:instrText xml:space="preserve"> =I21+1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="00E0560C" w:rsidRPr="0022579C">
              <w:fldChar w:fldCharType="end"/>
            </w:r>
            <w:r w:rsidR="00E0560C"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5119851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3F0D44C6" w14:textId="77777777" w:rsidR="009478C4" w:rsidRPr="0022579C" w:rsidRDefault="00E0560C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73418A">
              <w:fldChar w:fldCharType="begin"/>
            </w:r>
            <w:r w:rsidR="0073418A">
              <w:instrText xml:space="preserve"> =K21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=K21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73418A">
              <w:fldChar w:fldCharType="begin"/>
            </w:r>
            <w:r w:rsidR="0073418A">
              <w:instrText xml:space="preserve"> DocVariable MonthEnd \@ d </w:instrText>
            </w:r>
            <w:r w:rsidR="0073418A">
              <w:fldChar w:fldCharType="separate"/>
            </w:r>
            <w:r w:rsidR="009478C4" w:rsidRPr="0022579C">
              <w:instrText>30</w:instrText>
            </w:r>
            <w:r w:rsidR="0073418A">
              <w:fldChar w:fldCharType="end"/>
            </w:r>
            <w:r w:rsidR="009478C4" w:rsidRPr="0022579C">
              <w:instrText xml:space="preserve">  </w:instrText>
            </w:r>
            <w:r w:rsidR="0073418A">
              <w:fldChar w:fldCharType="begin"/>
            </w:r>
            <w:r w:rsidR="0073418A">
              <w:instrText xml:space="preserve"> =K21+1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Pr="0022579C">
              <w:fldChar w:fldCharType="end"/>
            </w:r>
            <w:r w:rsidRPr="0022579C">
              <w:fldChar w:fldCharType="end"/>
            </w:r>
            <w:r w:rsidR="009478C4" w:rsidRPr="0022579C">
              <w:rPr>
                <w:rStyle w:val="SlashEnd"/>
              </w:rPr>
              <w:t>/</w:t>
            </w: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73418A">
              <w:fldChar w:fldCharType="begin"/>
            </w:r>
            <w:r w:rsidR="0073418A">
              <w:instrText xml:space="preserve"> =K21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=K21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73418A">
              <w:fldChar w:fldCharType="begin"/>
            </w:r>
            <w:r w:rsidR="0073418A">
              <w:instrText xml:space="preserve"> DocVariable MonthEndLessOne \@ d </w:instrText>
            </w:r>
            <w:r w:rsidR="0073418A">
              <w:fldChar w:fldCharType="separate"/>
            </w:r>
            <w:r w:rsidR="009478C4" w:rsidRPr="0022579C">
              <w:instrText>29</w:instrText>
            </w:r>
            <w:r w:rsidR="0073418A">
              <w:fldChar w:fldCharType="end"/>
            </w:r>
            <w:r w:rsidR="009478C4" w:rsidRPr="0022579C">
              <w:instrText xml:space="preserve">  </w:instrText>
            </w:r>
            <w:r w:rsidR="0073418A">
              <w:fldChar w:fldCharType="begin"/>
            </w:r>
            <w:r w:rsidR="0073418A">
              <w:instrText xml:space="preserve"> =K21+2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</w:tr>
      <w:tr w:rsidR="009478C4" w:rsidRPr="0022579C" w14:paraId="49F0B99D" w14:textId="77777777" w:rsidTr="00696ED7">
        <w:trPr>
          <w:cantSplit/>
          <w:trHeight w:val="738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437F25F" w14:textId="77777777" w:rsidR="009478C4" w:rsidRPr="0022579C" w:rsidRDefault="009478C4" w:rsidP="0022579C">
            <w:pPr>
              <w:pStyle w:val="Line"/>
            </w:pPr>
            <w:r w:rsidRPr="0022579C">
              <w:t>5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015A13D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01EEAAED" w14:textId="77777777" w:rsidR="002671F7" w:rsidRPr="002671F7" w:rsidRDefault="002671F7" w:rsidP="002671F7">
            <w:pPr>
              <w:pStyle w:val="CalendarText"/>
            </w:pPr>
            <w:r w:rsidRPr="002671F7">
              <w:t>Team Practice</w:t>
            </w:r>
          </w:p>
          <w:p w14:paraId="3C1FFB13" w14:textId="77777777" w:rsidR="002671F7" w:rsidRPr="002671F7" w:rsidRDefault="002671F7" w:rsidP="002671F7">
            <w:pPr>
              <w:pStyle w:val="CalendarText"/>
            </w:pPr>
            <w:r w:rsidRPr="002671F7">
              <w:t>3:30-5:30</w:t>
            </w:r>
          </w:p>
          <w:p w14:paraId="77B7ACBD" w14:textId="77777777" w:rsidR="009478C4" w:rsidRDefault="009478C4" w:rsidP="007E3D4F">
            <w:pPr>
              <w:pStyle w:val="CalendarText"/>
              <w:rPr>
                <w:b/>
              </w:rPr>
            </w:pPr>
          </w:p>
          <w:p w14:paraId="5C6AD11C" w14:textId="77777777" w:rsidR="009478C4" w:rsidRPr="0022579C" w:rsidRDefault="009478C4" w:rsidP="00445BE1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8E50DB2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64B1611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99A710E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4EFE89F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2BC00FE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ABB0487" w14:textId="7A358006" w:rsidR="009478C4" w:rsidRPr="00946AE0" w:rsidRDefault="00946AE0">
            <w:pPr>
              <w:pStyle w:val="CalendarText"/>
              <w:rPr>
                <w:color w:val="C00000"/>
              </w:rPr>
            </w:pPr>
            <w:r>
              <w:rPr>
                <w:color w:val="C00000"/>
              </w:rPr>
              <w:t>Frosh Football</w:t>
            </w:r>
          </w:p>
          <w:p w14:paraId="4AFA2540" w14:textId="74B58FC7" w:rsidR="002671F7" w:rsidRPr="00946AE0" w:rsidRDefault="002671F7">
            <w:pPr>
              <w:pStyle w:val="CalendarText"/>
              <w:rPr>
                <w:color w:val="C00000"/>
              </w:rPr>
            </w:pPr>
            <w:r w:rsidRPr="00946AE0">
              <w:rPr>
                <w:color w:val="C00000"/>
              </w:rPr>
              <w:t>At LQHS  3:30</w:t>
            </w:r>
          </w:p>
          <w:p w14:paraId="517ED2F5" w14:textId="6E5958EE" w:rsidR="002671F7" w:rsidRPr="0022579C" w:rsidRDefault="002671F7">
            <w:pPr>
              <w:pStyle w:val="CalendarText"/>
              <w:rPr>
                <w:b/>
              </w:rPr>
            </w:pPr>
            <w:r w:rsidRPr="00946AE0">
              <w:rPr>
                <w:color w:val="C00000"/>
              </w:rPr>
              <w:t>Vs. Shadow Hills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96FF42C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26F6F66E" w14:textId="2E980DC3" w:rsidR="009478C4" w:rsidRPr="00946AE0" w:rsidRDefault="00946AE0">
            <w:pPr>
              <w:pStyle w:val="CalendarText"/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Varsity Football**</w:t>
            </w:r>
          </w:p>
          <w:p w14:paraId="6B58A782" w14:textId="31EFCB7E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At LQHS</w:t>
            </w:r>
            <w:r w:rsidR="002671F7" w:rsidRPr="00946AE0">
              <w:rPr>
                <w:b/>
                <w:color w:val="17365D" w:themeColor="text2" w:themeShade="BF"/>
              </w:rPr>
              <w:t xml:space="preserve">  7:00</w:t>
            </w:r>
          </w:p>
          <w:p w14:paraId="431F265B" w14:textId="77777777" w:rsidR="0073418A" w:rsidRPr="00946AE0" w:rsidRDefault="0073418A">
            <w:pPr>
              <w:pStyle w:val="CalendarText"/>
              <w:rPr>
                <w:b/>
                <w:color w:val="17365D" w:themeColor="text2" w:themeShade="BF"/>
              </w:rPr>
            </w:pPr>
            <w:r w:rsidRPr="00946AE0">
              <w:rPr>
                <w:b/>
                <w:color w:val="17365D" w:themeColor="text2" w:themeShade="BF"/>
              </w:rPr>
              <w:t>Vs. Xavier</w:t>
            </w:r>
          </w:p>
          <w:p w14:paraId="1D0F3BEA" w14:textId="575E651B" w:rsidR="0073418A" w:rsidRPr="002671F7" w:rsidRDefault="0073418A">
            <w:pPr>
              <w:pStyle w:val="CalendarText"/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C7A4517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29B96F54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0E4F958D" w14:textId="77777777" w:rsidTr="00445BE1">
        <w:trPr>
          <w:cantSplit/>
          <w:trHeight w:hRule="exact" w:val="6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30D9C8B" w14:textId="7973D25A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2C3B588A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648AC6E3" w14:textId="77777777" w:rsidR="009478C4" w:rsidRDefault="00946AE0">
            <w:r>
              <w:t>Navy tank</w:t>
            </w:r>
          </w:p>
          <w:p w14:paraId="7BC06A04" w14:textId="148EE074" w:rsidR="00946AE0" w:rsidRPr="0022579C" w:rsidRDefault="00946AE0">
            <w:proofErr w:type="spellStart"/>
            <w:r>
              <w:t>Burgandy</w:t>
            </w:r>
            <w:proofErr w:type="spellEnd"/>
            <w:r>
              <w:t xml:space="preserve">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FB00B06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4D057ED" w14:textId="5E8B6BA4" w:rsidR="0073418A" w:rsidRPr="0022579C" w:rsidRDefault="0073418A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7C9E2C2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70D0724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39D7C1AD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48457012" w14:textId="45892987" w:rsidR="006742C6" w:rsidRDefault="00946AE0">
            <w:r>
              <w:t>JV:  uniform to</w:t>
            </w:r>
          </w:p>
          <w:p w14:paraId="749BD77A" w14:textId="1C3CC059" w:rsidR="00946AE0" w:rsidRDefault="002C2736">
            <w:r>
              <w:t>S</w:t>
            </w:r>
            <w:r w:rsidR="00946AE0">
              <w:t>chool</w:t>
            </w:r>
          </w:p>
          <w:p w14:paraId="6B681569" w14:textId="61ABD07A" w:rsidR="002C2736" w:rsidRPr="0022579C" w:rsidRDefault="002C2736">
            <w:r>
              <w:t>Varsity Goodie Bags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30A4EE4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A0AF3AA" w14:textId="77777777" w:rsidR="00946AE0" w:rsidRPr="00DD093C" w:rsidRDefault="00946AE0">
            <w:r w:rsidRPr="00DD093C">
              <w:t>Wear Uniform to school</w:t>
            </w:r>
          </w:p>
          <w:p w14:paraId="1A6D734A" w14:textId="77777777" w:rsidR="009478C4" w:rsidRDefault="00A07F0D">
            <w:pPr>
              <w:rPr>
                <w:b/>
              </w:rPr>
            </w:pPr>
            <w:r w:rsidRPr="002671F7">
              <w:rPr>
                <w:b/>
              </w:rPr>
              <w:t>**Homecoming</w:t>
            </w:r>
          </w:p>
          <w:p w14:paraId="0D812A1E" w14:textId="73ECA656" w:rsidR="00A23545" w:rsidRPr="002671F7" w:rsidRDefault="00A23545">
            <w:pPr>
              <w:rPr>
                <w:b/>
              </w:rPr>
            </w:pPr>
            <w:r>
              <w:rPr>
                <w:b/>
              </w:rPr>
              <w:t>(Both JV &amp; Varsity)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F397799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4AADF2FC" w14:textId="77777777" w:rsidR="009478C4" w:rsidRPr="0022579C" w:rsidRDefault="009478C4"/>
        </w:tc>
      </w:tr>
      <w:tr w:rsidR="009478C4" w:rsidRPr="0022579C" w14:paraId="493FB990" w14:textId="77777777" w:rsidTr="00445BE1">
        <w:trPr>
          <w:cantSplit/>
          <w:trHeight w:hRule="exact" w:val="198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E28FA32" w14:textId="51328F82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25131DF1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</w:tcPr>
          <w:p w14:paraId="69706ED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1959AC44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203264FA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8588E1B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08507FFF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134B197B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431D2DDE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175819A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</w:tcPr>
          <w:p w14:paraId="23F9D6A0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2AB7E42" w14:textId="77777777" w:rsidR="009478C4" w:rsidRPr="0022579C" w:rsidRDefault="009478C4"/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4817846A" w14:textId="77777777" w:rsidR="009478C4" w:rsidRPr="0022579C" w:rsidRDefault="009478C4"/>
        </w:tc>
      </w:tr>
      <w:tr w:rsidR="009478C4" w:rsidRPr="0022579C" w14:paraId="155CAD0A" w14:textId="77777777" w:rsidTr="0022579C">
        <w:trPr>
          <w:cantSplit/>
          <w:trHeight w:hRule="exact" w:val="43"/>
        </w:trPr>
        <w:tc>
          <w:tcPr>
            <w:tcW w:w="495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2CBEA819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2943984E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/>
              <w:bottom w:val="single" w:sz="4" w:space="0" w:color="7F7F7F"/>
            </w:tcBorders>
          </w:tcPr>
          <w:p w14:paraId="2136BE48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4C2E90BE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173B8E5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F88E3EF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19D3141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6772D89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251A869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5AAE999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08D03B62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782E18D" w14:textId="77777777" w:rsidR="009478C4" w:rsidRPr="0022579C" w:rsidRDefault="009478C4"/>
        </w:tc>
        <w:tc>
          <w:tcPr>
            <w:tcW w:w="1446" w:type="dxa"/>
            <w:tcBorders>
              <w:top w:val="single" w:sz="8" w:space="0" w:color="7F7F7F"/>
              <w:bottom w:val="single" w:sz="4" w:space="0" w:color="7F7F7F"/>
            </w:tcBorders>
          </w:tcPr>
          <w:p w14:paraId="3313B03C" w14:textId="77777777" w:rsidR="009478C4" w:rsidRPr="0022579C" w:rsidRDefault="009478C4"/>
        </w:tc>
      </w:tr>
      <w:tr w:rsidR="009478C4" w:rsidRPr="0022579C" w14:paraId="57ECC4B7" w14:textId="77777777" w:rsidTr="0022579C">
        <w:trPr>
          <w:cantSplit/>
          <w:trHeight w:val="504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F6717CD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5108CBA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/>
              <w:right w:val="single" w:sz="6" w:space="0" w:color="66BDD8"/>
            </w:tcBorders>
          </w:tcPr>
          <w:p w14:paraId="597A41CD" w14:textId="77777777" w:rsidR="009478C4" w:rsidRPr="0022579C" w:rsidRDefault="00E0560C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73418A">
              <w:fldChar w:fldCharType="begin"/>
            </w:r>
            <w:r w:rsidR="0073418A">
              <w:instrText xml:space="preserve"> =K21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=K21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73418A">
              <w:fldChar w:fldCharType="begin"/>
            </w:r>
            <w:r w:rsidR="0073418A">
              <w:instrText xml:space="preserve"> DocVariable MonthEndLessTwo \@ d </w:instrText>
            </w:r>
            <w:r w:rsidR="0073418A">
              <w:fldChar w:fldCharType="separate"/>
            </w:r>
            <w:r w:rsidR="009478C4" w:rsidRPr="0022579C">
              <w:instrText>28</w:instrText>
            </w:r>
            <w:r w:rsidR="0073418A">
              <w:fldChar w:fldCharType="end"/>
            </w:r>
            <w:r w:rsidR="009478C4" w:rsidRPr="0022579C">
              <w:instrText xml:space="preserve">  </w:instrText>
            </w:r>
            <w:r w:rsidR="0073418A">
              <w:fldChar w:fldCharType="begin"/>
            </w:r>
            <w:r w:rsidR="0073418A">
              <w:instrText xml:space="preserve"> =K21+3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23B37C7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74D7B31E" w14:textId="77777777" w:rsidR="009478C4" w:rsidRPr="0022579C" w:rsidRDefault="00E0560C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73418A">
              <w:fldChar w:fldCharType="begin"/>
            </w:r>
            <w:r w:rsidR="0073418A">
              <w:instrText xml:space="preserve"> =C26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73418A">
              <w:fldChar w:fldCharType="begin"/>
            </w:r>
            <w:r w:rsidR="0073418A">
              <w:instrText xml:space="preserve"> =C26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73418A">
              <w:fldChar w:fldCharType="begin"/>
            </w:r>
            <w:r w:rsidR="0073418A">
              <w:instrText xml:space="preserve"> DocVariable MonthEnd \@ d </w:instrText>
            </w:r>
            <w:r w:rsidR="0073418A">
              <w:fldChar w:fldCharType="separate"/>
            </w:r>
            <w:r w:rsidR="009478C4" w:rsidRPr="0022579C">
              <w:instrText>31</w:instrText>
            </w:r>
            <w:r w:rsidR="0073418A">
              <w:fldChar w:fldCharType="end"/>
            </w:r>
            <w:r w:rsidR="009478C4" w:rsidRPr="0022579C">
              <w:instrText xml:space="preserve">  </w:instrText>
            </w:r>
            <w:r w:rsidR="0073418A">
              <w:fldChar w:fldCharType="begin"/>
            </w:r>
            <w:r w:rsidR="0073418A">
              <w:instrText xml:space="preserve"> =C26+1 </w:instrText>
            </w:r>
            <w:r w:rsidR="0073418A">
              <w:fldChar w:fldCharType="separate"/>
            </w:r>
            <w:r w:rsidR="009478C4" w:rsidRPr="0022579C">
              <w:rPr>
                <w:noProof/>
              </w:rPr>
              <w:instrText>6</w:instrText>
            </w:r>
            <w:r w:rsidR="0073418A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1FF8056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11EB0F3A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01B3EF74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6EF5DE46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95D18EB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6" w:space="0" w:color="66BDD8"/>
            </w:tcBorders>
          </w:tcPr>
          <w:p w14:paraId="3391D919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D4252DE" w14:textId="77777777" w:rsidR="009478C4" w:rsidRPr="0022579C" w:rsidRDefault="009478C4"/>
        </w:tc>
        <w:tc>
          <w:tcPr>
            <w:tcW w:w="1446" w:type="dxa"/>
            <w:tcBorders>
              <w:top w:val="single" w:sz="4" w:space="0" w:color="7F7F7F"/>
              <w:right w:val="single" w:sz="8" w:space="0" w:color="7F7F7F"/>
            </w:tcBorders>
          </w:tcPr>
          <w:p w14:paraId="74721717" w14:textId="77777777" w:rsidR="009478C4" w:rsidRPr="0022579C" w:rsidRDefault="009478C4"/>
        </w:tc>
      </w:tr>
      <w:tr w:rsidR="009478C4" w:rsidRPr="0022579C" w14:paraId="7BE240D1" w14:textId="77777777" w:rsidTr="0022579C">
        <w:trPr>
          <w:cantSplit/>
          <w:trHeight w:val="893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14387F5" w14:textId="77777777" w:rsidR="009478C4" w:rsidRPr="0022579C" w:rsidRDefault="009478C4" w:rsidP="0022579C">
            <w:pPr>
              <w:pStyle w:val="Line"/>
            </w:pPr>
            <w:r w:rsidRPr="0022579C">
              <w:t>6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06C395ED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/>
            </w:tcBorders>
          </w:tcPr>
          <w:p w14:paraId="185B695C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5E5B41C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583B46CD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517FBE3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427365E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F5D7436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1F402113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A41872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/>
            </w:tcBorders>
          </w:tcPr>
          <w:p w14:paraId="3EE9E3CA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DD49E51" w14:textId="77777777" w:rsidR="009478C4" w:rsidRPr="0022579C" w:rsidRDefault="009478C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/>
            </w:tcBorders>
          </w:tcPr>
          <w:p w14:paraId="50CA4C69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1E91AF74" w14:textId="77777777" w:rsidTr="0022579C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1DD889D" w14:textId="7777777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1ACEBE16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5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085F1DAC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402147E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ED90AC7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77F4871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90AC9DA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DEE8FE0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41282DA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532D66A" w14:textId="77777777" w:rsidR="009478C4" w:rsidRPr="0022579C" w:rsidRDefault="009478C4"/>
        </w:tc>
        <w:tc>
          <w:tcPr>
            <w:tcW w:w="1446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A5865AC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C411DB2" w14:textId="77777777" w:rsidR="009478C4" w:rsidRPr="0022579C" w:rsidRDefault="009478C4"/>
        </w:tc>
        <w:tc>
          <w:tcPr>
            <w:tcW w:w="1446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691D27ED" w14:textId="77777777" w:rsidR="009478C4" w:rsidRPr="0022579C" w:rsidRDefault="009478C4"/>
        </w:tc>
      </w:tr>
      <w:tr w:rsidR="009478C4" w:rsidRPr="0022579C" w14:paraId="10FD3695" w14:textId="77777777" w:rsidTr="0022579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604AE63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0CA2DD1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/>
            </w:tcBorders>
            <w:shd w:val="clear" w:color="auto" w:fill="66BDD8"/>
            <w:tcMar>
              <w:left w:w="72" w:type="dxa"/>
              <w:right w:w="0" w:type="dxa"/>
            </w:tcMar>
            <w:vAlign w:val="center"/>
          </w:tcPr>
          <w:p w14:paraId="5F097082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082E164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B1A511A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BA63712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29BABA4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0914A765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786687FC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107BB487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74C95AC2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BABBBC3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  <w:vAlign w:val="center"/>
          </w:tcPr>
          <w:p w14:paraId="364F0846" w14:textId="77777777" w:rsidR="009478C4" w:rsidRPr="0022579C" w:rsidRDefault="009478C4" w:rsidP="0022579C">
            <w:pPr>
              <w:ind w:left="113" w:right="113"/>
            </w:pPr>
          </w:p>
        </w:tc>
      </w:tr>
    </w:tbl>
    <w:p w14:paraId="5D239ABD" w14:textId="77777777" w:rsidR="009478C4" w:rsidRDefault="009478C4"/>
    <w:sectPr w:rsidR="009478C4" w:rsidSect="009A2A2D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7"/>
  </w:num>
  <w:num w:numId="43">
    <w:abstractNumId w:val="6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8/31/2013"/>
    <w:docVar w:name="MonthEndLessOne" w:val="8/30/2013"/>
    <w:docVar w:name="MonthEndLessTwo" w:val="8/29/2013"/>
    <w:docVar w:name="MonthStart" w:val="8/1/2013"/>
  </w:docVars>
  <w:rsids>
    <w:rsidRoot w:val="00472CB1"/>
    <w:rsid w:val="000B64E2"/>
    <w:rsid w:val="00133E46"/>
    <w:rsid w:val="00160292"/>
    <w:rsid w:val="001C049F"/>
    <w:rsid w:val="0022579C"/>
    <w:rsid w:val="002671F7"/>
    <w:rsid w:val="002C2736"/>
    <w:rsid w:val="003709FE"/>
    <w:rsid w:val="00445BE1"/>
    <w:rsid w:val="00461E1F"/>
    <w:rsid w:val="00472CB1"/>
    <w:rsid w:val="00504ACD"/>
    <w:rsid w:val="00565310"/>
    <w:rsid w:val="005B5B72"/>
    <w:rsid w:val="00605F08"/>
    <w:rsid w:val="006742C6"/>
    <w:rsid w:val="006935A4"/>
    <w:rsid w:val="00696ED7"/>
    <w:rsid w:val="006F26A1"/>
    <w:rsid w:val="007334A6"/>
    <w:rsid w:val="0073418A"/>
    <w:rsid w:val="007E3D4F"/>
    <w:rsid w:val="00826F60"/>
    <w:rsid w:val="00943A05"/>
    <w:rsid w:val="00946AE0"/>
    <w:rsid w:val="009478C4"/>
    <w:rsid w:val="00960B8E"/>
    <w:rsid w:val="009A2A2D"/>
    <w:rsid w:val="009C21E6"/>
    <w:rsid w:val="00A07F0D"/>
    <w:rsid w:val="00A23545"/>
    <w:rsid w:val="00BD2F50"/>
    <w:rsid w:val="00CE7E3E"/>
    <w:rsid w:val="00D43B27"/>
    <w:rsid w:val="00D87D3D"/>
    <w:rsid w:val="00DD093C"/>
    <w:rsid w:val="00E0560C"/>
    <w:rsid w:val="00F0793E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D80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ilaribas\AppData\Roaming\Microsoft\Templates\Lesson%20plan%20calend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</Template>
  <TotalTime>41</TotalTime>
  <Pages>2</Pages>
  <Words>301</Words>
  <Characters>2651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Bradley</dc:creator>
  <cp:lastModifiedBy>Cindy Bradley</cp:lastModifiedBy>
  <cp:revision>10</cp:revision>
  <cp:lastPrinted>2014-07-01T02:35:00Z</cp:lastPrinted>
  <dcterms:created xsi:type="dcterms:W3CDTF">2014-07-02T15:42:00Z</dcterms:created>
  <dcterms:modified xsi:type="dcterms:W3CDTF">2014-08-18T14:08:00Z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